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docx" ContentType="application/vnd.openxmlformats-officedocument.wordprocessingml.document.main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524115" w:rsidR="00F411D7" w:rsidP="00F411D7" w:rsidRDefault="00F411D7" w14:paraId="36F26DF7" w14:textId="77777777">
      <w:r w:rsidRPr="00524115">
        <w:t>start</w:t>
      </w:r>
    </w:p>
    <w:sectPr w:rsidRPr="006A6B4B" w:rsidR="005E0306" w:rsidSect="00A3792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6834" w:h="11909" w:orient="landscape" w:code="9"/>
      <w:pgMar w:top="720" w:right="720" w:bottom="720" w:left="720" w:header="720" w:footer="230" w:gutter="0"/>
      <w:cols w:space="720"/>
      <w:docGrid w:linePitch="360"/>
    </w:sectPr>
    <w:altChunk r:id="Ra04db1059f3540ce"/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71DD7F" w14:textId="77777777" w:rsidR="00D920D6" w:rsidRDefault="00D920D6" w:rsidP="0083774D">
      <w:r>
        <w:separator/>
      </w:r>
    </w:p>
    <w:p w14:paraId="0D4B27C2" w14:textId="77777777" w:rsidR="00D920D6" w:rsidRDefault="00D920D6"/>
    <w:p w14:paraId="1740F00E" w14:textId="77777777" w:rsidR="00D920D6" w:rsidRDefault="00D920D6"/>
    <w:p w14:paraId="314613DE" w14:textId="77777777" w:rsidR="00D920D6" w:rsidRDefault="00D920D6" w:rsidP="006D09DA"/>
    <w:p w14:paraId="6874E9C3" w14:textId="77777777" w:rsidR="00D920D6" w:rsidRDefault="00D920D6" w:rsidP="00521590"/>
    <w:p w14:paraId="6838CDEE" w14:textId="77777777" w:rsidR="00D920D6" w:rsidRDefault="00D920D6"/>
    <w:p w14:paraId="66411979" w14:textId="77777777" w:rsidR="00D920D6" w:rsidRDefault="00D920D6"/>
    <w:p w14:paraId="6A7B1404" w14:textId="77777777" w:rsidR="00D920D6" w:rsidRDefault="00D920D6"/>
    <w:p w14:paraId="0EBBCE39" w14:textId="77777777" w:rsidR="00D920D6" w:rsidRDefault="00D920D6"/>
    <w:p w14:paraId="55E32258" w14:textId="77777777" w:rsidR="00D920D6" w:rsidRDefault="00D920D6"/>
    <w:p w14:paraId="05A9684F" w14:textId="77777777" w:rsidR="00D920D6" w:rsidRDefault="00D920D6"/>
    <w:p w14:paraId="4F13461C" w14:textId="77777777" w:rsidR="00D920D6" w:rsidRDefault="00D920D6"/>
  </w:endnote>
  <w:endnote w:type="continuationSeparator" w:id="0">
    <w:p w14:paraId="05F5B2D0" w14:textId="77777777" w:rsidR="00D920D6" w:rsidRDefault="00D920D6" w:rsidP="0083774D">
      <w:r>
        <w:continuationSeparator/>
      </w:r>
    </w:p>
    <w:p w14:paraId="3DD98DD6" w14:textId="77777777" w:rsidR="00D920D6" w:rsidRDefault="00D920D6"/>
    <w:p w14:paraId="5E230E07" w14:textId="77777777" w:rsidR="00D920D6" w:rsidRDefault="00D920D6"/>
    <w:p w14:paraId="01DE00BB" w14:textId="77777777" w:rsidR="00D920D6" w:rsidRDefault="00D920D6" w:rsidP="006D09DA"/>
    <w:p w14:paraId="3CCEC5C6" w14:textId="77777777" w:rsidR="00D920D6" w:rsidRDefault="00D920D6" w:rsidP="00521590"/>
    <w:p w14:paraId="63860D7A" w14:textId="77777777" w:rsidR="00D920D6" w:rsidRDefault="00D920D6"/>
    <w:p w14:paraId="28BFFC48" w14:textId="77777777" w:rsidR="00D920D6" w:rsidRDefault="00D920D6"/>
    <w:p w14:paraId="683E0C67" w14:textId="77777777" w:rsidR="00D920D6" w:rsidRDefault="00D920D6"/>
    <w:p w14:paraId="2F6EB8BD" w14:textId="77777777" w:rsidR="00D920D6" w:rsidRDefault="00D920D6"/>
    <w:p w14:paraId="45B20506" w14:textId="77777777" w:rsidR="00D920D6" w:rsidRDefault="00D920D6"/>
    <w:p w14:paraId="59779344" w14:textId="77777777" w:rsidR="00D920D6" w:rsidRDefault="00D920D6"/>
    <w:p w14:paraId="5B597A9B" w14:textId="77777777" w:rsidR="00D920D6" w:rsidRDefault="00D920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949B5" w:rsidRDefault="00B949B5" w14:paraId="3EF167DD" w14:textId="77777777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  <w:tblLook w:val="04A0" w:firstRow="1" w:lastRow="0" w:firstColumn="1" w:lastColumn="0" w:noHBand="0" w:noVBand="1"/>
    </w:tblPr>
    <w:tblGrid>
      <w:gridCol w:w="5388"/>
      <w:gridCol w:w="5111"/>
      <w:gridCol w:w="5111"/>
    </w:tblGrid>
    <w:tr w:rsidR="00ED6E14" w:rsidTr="00F411D7" w14:paraId="30D58884" w14:textId="77777777">
      <w:tc>
        <w:tcPr>
          <w:tcW w:w="1726" w:type="pct"/>
        </w:tcPr>
        <w:p w:rsidR="00ED6E14" w:rsidP="00DE29CB" w:rsidRDefault="00ED6E14" w14:paraId="483B560D" w14:textId="77777777">
          <w:pPr>
            <w:pStyle w:val="Footer"/>
          </w:pPr>
          <w:r>
            <w:rPr>
              <w:noProof/>
              <w:lang w:val="en-US" w:eastAsia="en-US"/>
            </w:rPr>
            <w:drawing>
              <wp:inline distT="0" distB="0" distL="0" distR="0" wp14:anchorId="56105FC4" wp14:editId="4D36D657">
                <wp:extent cx="2245057" cy="187451"/>
                <wp:effectExtent l="0" t="0" r="3175" b="3175"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45836" cy="18751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37" w:type="pct"/>
        </w:tcPr>
        <w:p w:rsidR="00ED6E14" w:rsidP="00120160" w:rsidRDefault="00ED6E14" w14:paraId="27610B8A" w14:textId="77777777">
          <w:pPr>
            <w:pStyle w:val="Footer"/>
          </w:pPr>
          <w:r>
            <w:rPr>
              <w:lang w:val="en-US"/>
            </w:rPr>
            <w:t xml:space="preserve">                         </w:t>
          </w:r>
          <w:r>
            <w:rPr>
              <w:lang w:val="en-US"/>
            </w:rPr>
            <w:r>
              <w:rPr>
                <w:noProof/>
                <w:lang w:val="en-US"/>
              </w:rPr>
              <w:t>6/15/2025 23:21</w:t>
            </w:r>
          </w:r>
        </w:p>
      </w:tc>
      <w:tc>
        <w:tcPr>
          <w:tcW w:w="1637" w:type="pct"/>
        </w:tcPr>
        <w:p w:rsidR="00ED6E14" w:rsidP="00DE29CB" w:rsidRDefault="00ED6E14" w14:paraId="5104664D" w14:textId="77777777">
          <w:pPr>
            <w:pStyle w:val="Footer"/>
          </w:pPr>
          <w:r>
            <w:rPr>
              <w:lang w:val="en-US"/>
            </w:rPr>
            <w:t xml:space="preserve">                                         </w:t>
          </w:r>
          <w:r>
            <w:t xml:space="preserve">Page </w:t>
          </w:r>
          <w:r>
            <w:rPr>
              <w:b/>
            </w:rPr>
            <w:fldChar w:fldCharType="begin"/>
          </w:r>
          <w:r>
            <w:rPr>
              <w:b/>
            </w:rPr>
            <w:instrText xml:space="preserve"> PAGE  \* Arabic  \* MERGEFORMAT </w:instrText>
          </w:r>
          <w:r>
            <w:rPr>
              <w:b/>
            </w:rPr>
            <w:fldChar w:fldCharType="separate"/>
          </w:r>
          <w:r w:rsidR="008F082F">
            <w:rPr>
              <w:b/>
              <w:noProof/>
            </w:rPr>
            <w:t>4</w:t>
          </w:r>
          <w:r>
            <w:rPr>
              <w:b/>
            </w:rPr>
            <w:fldChar w:fldCharType="end"/>
          </w:r>
          <w:r>
            <w:t xml:space="preserve"> of </w:t>
          </w:r>
          <w:r>
            <w:rPr>
              <w:b/>
            </w:rPr>
            <w:fldChar w:fldCharType="begin"/>
          </w:r>
          <w:r>
            <w:rPr>
              <w:b/>
            </w:rPr>
            <w:instrText xml:space="preserve"> NUMPAGES  \* Arabic  \* MERGEFORMAT </w:instrText>
          </w:r>
          <w:r>
            <w:rPr>
              <w:b/>
            </w:rPr>
            <w:fldChar w:fldCharType="separate"/>
          </w:r>
          <w:r w:rsidR="008F082F">
            <w:rPr>
              <w:b/>
              <w:noProof/>
            </w:rPr>
            <w:t>4</w:t>
          </w:r>
          <w:r>
            <w:rPr>
              <w:b/>
            </w:rPr>
            <w:fldChar w:fldCharType="end"/>
          </w:r>
        </w:p>
      </w:tc>
    </w:tr>
  </w:tbl>
  <w:p w:rsidRPr="002D4E87" w:rsidR="00B949B5" w:rsidP="002D4E87" w:rsidRDefault="00B949B5" w14:paraId="0AE3030D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949B5" w:rsidRDefault="00B949B5" w14:paraId="2EF44339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483BB9" w14:textId="77777777" w:rsidR="00D920D6" w:rsidRDefault="00D920D6" w:rsidP="0083774D">
      <w:r>
        <w:separator/>
      </w:r>
    </w:p>
    <w:p w14:paraId="36280D19" w14:textId="77777777" w:rsidR="00D920D6" w:rsidRDefault="00D920D6"/>
    <w:p w14:paraId="398B54FE" w14:textId="77777777" w:rsidR="00D920D6" w:rsidRDefault="00D920D6"/>
    <w:p w14:paraId="3148771B" w14:textId="77777777" w:rsidR="00D920D6" w:rsidRDefault="00D920D6" w:rsidP="006D09DA"/>
    <w:p w14:paraId="440E10B0" w14:textId="77777777" w:rsidR="00D920D6" w:rsidRDefault="00D920D6" w:rsidP="00521590"/>
    <w:p w14:paraId="6AA30D85" w14:textId="77777777" w:rsidR="00D920D6" w:rsidRDefault="00D920D6"/>
    <w:p w14:paraId="0C4AA281" w14:textId="77777777" w:rsidR="00D920D6" w:rsidRDefault="00D920D6"/>
    <w:p w14:paraId="2648D3A8" w14:textId="77777777" w:rsidR="00D920D6" w:rsidRDefault="00D920D6"/>
    <w:p w14:paraId="52EC8EA0" w14:textId="77777777" w:rsidR="00D920D6" w:rsidRDefault="00D920D6"/>
    <w:p w14:paraId="58286B9C" w14:textId="77777777" w:rsidR="00D920D6" w:rsidRDefault="00D920D6"/>
    <w:p w14:paraId="21B5378F" w14:textId="77777777" w:rsidR="00D920D6" w:rsidRDefault="00D920D6"/>
    <w:p w14:paraId="40213467" w14:textId="77777777" w:rsidR="00D920D6" w:rsidRDefault="00D920D6"/>
  </w:footnote>
  <w:footnote w:type="continuationSeparator" w:id="0">
    <w:p w14:paraId="5027B478" w14:textId="77777777" w:rsidR="00D920D6" w:rsidRDefault="00D920D6" w:rsidP="0083774D">
      <w:r>
        <w:continuationSeparator/>
      </w:r>
    </w:p>
    <w:p w14:paraId="1E43329E" w14:textId="77777777" w:rsidR="00D920D6" w:rsidRDefault="00D920D6"/>
    <w:p w14:paraId="12F994C5" w14:textId="77777777" w:rsidR="00D920D6" w:rsidRDefault="00D920D6"/>
    <w:p w14:paraId="0BCCF3FB" w14:textId="77777777" w:rsidR="00D920D6" w:rsidRDefault="00D920D6" w:rsidP="006D09DA"/>
    <w:p w14:paraId="50B89051" w14:textId="77777777" w:rsidR="00D920D6" w:rsidRDefault="00D920D6" w:rsidP="00521590"/>
    <w:p w14:paraId="53854CBD" w14:textId="77777777" w:rsidR="00D920D6" w:rsidRDefault="00D920D6"/>
    <w:p w14:paraId="3BDDDC48" w14:textId="77777777" w:rsidR="00D920D6" w:rsidRDefault="00D920D6"/>
    <w:p w14:paraId="49588608" w14:textId="77777777" w:rsidR="00D920D6" w:rsidRDefault="00D920D6"/>
    <w:p w14:paraId="641AAC82" w14:textId="77777777" w:rsidR="00D920D6" w:rsidRDefault="00D920D6"/>
    <w:p w14:paraId="6E58DBA1" w14:textId="77777777" w:rsidR="00D920D6" w:rsidRDefault="00D920D6"/>
    <w:p w14:paraId="61EE989C" w14:textId="77777777" w:rsidR="00D920D6" w:rsidRDefault="00D920D6"/>
    <w:p w14:paraId="196192E2" w14:textId="77777777" w:rsidR="00D920D6" w:rsidRDefault="00D920D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949B5" w:rsidRDefault="00B949B5" w14:paraId="275D400F" w14:textId="77777777">
    <w:pPr>
      <w:pStyle w:val="Header"/>
    </w:pPr>
  </w:p>
</w:hdr>
</file>

<file path=word/header2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  <w:tblBorders>
        <w:top w:val="none" w:color="auto" w:sz="0" w:space="0"/>
        <w:bottom w:val="none" w:color="auto" w:sz="0" w:space="0"/>
        <w:insideH w:val="none" w:color="auto" w:sz="0" w:space="0"/>
      </w:tblBorders>
      <w:tblLook w:val="04A0" w:firstRow="1" w:lastRow="0" w:firstColumn="1" w:lastColumn="0" w:noHBand="0" w:noVBand="1"/>
    </w:tblPr>
    <w:tblGrid>
      <w:gridCol w:w="7128"/>
      <w:gridCol w:w="8482"/>
    </w:tblGrid>
    <w:tr w:rsidR="00ED6E14" w:rsidTr="004661EA" w14:paraId="66B2CFA1" w14:textId="77777777">
      <w:trPr>
        <w:trHeight w:val="440"/>
      </w:trPr>
      <w:tc>
        <w:tcPr>
          <w:tcW w:w="2283" w:type="pct"/>
        </w:tcPr>
        <w:p w:rsidR="00ED6E14" w:rsidP="00DE29CB" w:rsidRDefault="00ED6E14" w14:paraId="29A24D05" w14:textId="77777777">
          <w:pPr>
            <w:pStyle w:val="Header"/>
            <w:ind w:left="0"/>
            <w:rPr>
              <w:lang w:val="en-US"/>
            </w:rPr>
          </w:pPr>
          <w:r>
            <w:rPr>
              <w:rFonts w:ascii="Times New Roman" w:hAnsi="Times New Roman"/>
              <w:noProof/>
              <w:sz w:val="24"/>
              <w:szCs w:val="24"/>
              <w:lang w:val="en-US" w:eastAsia="en-US"/>
            </w:rPr>
            <w:drawing>
              <wp:anchor distT="0" distB="0" distL="114300" distR="114300" simplePos="0" relativeHeight="251659264" behindDoc="0" locked="0" layoutInCell="1" allowOverlap="1" wp14:editId="3B9D5A50" wp14:anchorId="3BA81E40">
                <wp:simplePos x="0" y="0"/>
                <wp:positionH relativeFrom="column">
                  <wp:posOffset>47625</wp:posOffset>
                </wp:positionH>
                <wp:positionV relativeFrom="paragraph">
                  <wp:posOffset>-635</wp:posOffset>
                </wp:positionV>
                <wp:extent cx="2411730" cy="184150"/>
                <wp:effectExtent l="0" t="0" r="7620" b="6350"/>
                <wp:wrapSquare wrapText="bothSides"/>
                <wp:docPr id="1" name="Picture 1" descr="186HAL_s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186HAL_s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11730" cy="1841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717" w:type="pct"/>
        </w:tcPr>
        <w:p w:rsidRPr="00E3102E" w:rsidR="00ED6E14" w:rsidP="004661EA" w:rsidRDefault="004661EA" w14:paraId="52717C1A" w14:textId="77777777">
          <w:pPr>
            <w:pStyle w:val="Header"/>
            <w:ind w:left="0"/>
            <w:jc w:val="right"/>
            <w:rPr>
              <w:sz w:val="28"/>
              <w:szCs w:val="28"/>
              <w:lang w:val="en-US"/>
            </w:rPr>
          </w:pPr>
          <w:r>
            <w:rPr>
              <w:color w:val="37373A" w:themeColor="accent1" w:themeShade="80"/>
              <w:sz w:val="28"/>
              <w:szCs w:val="28"/>
              <w:lang w:val="en-US"/>
            </w:rPr>
            <w:t>Operational Job Log</w:t>
          </w:r>
        </w:p>
      </w:tc>
    </w:tr>
  </w:tbl>
  <w:p w:rsidRPr="00ED6E14" w:rsidR="00B949B5" w:rsidP="00ED6E14" w:rsidRDefault="00A3792F" w14:paraId="74D439B0" w14:textId="77777777">
    <w:pPr>
      <w:pStyle w:val="Header"/>
      <w:ind w:left="0"/>
      <w:rPr>
        <w:lang w:val="en-US"/>
      </w:rPr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editId="40A6B23B" wp14:anchorId="1E9E7978">
              <wp:simplePos x="0" y="0"/>
              <wp:positionH relativeFrom="column">
                <wp:posOffset>-58615</wp:posOffset>
              </wp:positionH>
              <wp:positionV relativeFrom="paragraph">
                <wp:posOffset>48846</wp:posOffset>
              </wp:positionV>
              <wp:extent cx="9923584" cy="11723"/>
              <wp:effectExtent l="0" t="0" r="20955" b="2667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923584" cy="11723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2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69696d [3044]" from="-4.6pt,3.85pt" to="776.8pt,4.75pt" w14:anchorId="51D801F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949B5" w:rsidRDefault="00B949B5" w14:paraId="0105E21B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B2367F"/>
    <w:multiLevelType w:val="multilevel"/>
    <w:tmpl w:val="D6B2E404"/>
    <w:lvl w:ilvl="0">
      <w:start w:val="1"/>
      <w:numFmt w:val="bullet"/>
      <w:pStyle w:val="Bullet2"/>
      <w:lvlText w:val=""/>
      <w:lvlJc w:val="left"/>
      <w:pPr>
        <w:tabs>
          <w:tab w:val="num" w:pos="360"/>
        </w:tabs>
        <w:ind w:left="360" w:hanging="360"/>
      </w:pPr>
      <w:rPr>
        <w:rFonts w:ascii="Symbol" w:eastAsia="Symbol" w:hAnsi="Symbol" w:cs="Symbol"/>
        <w:lang w:val="en-US" w:eastAsia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592A58DE"/>
    <w:multiLevelType w:val="multilevel"/>
    <w:tmpl w:val="0BE6DE76"/>
    <w:lvl w:ilvl="0">
      <w:start w:val="1"/>
      <w:numFmt w:val="decimal"/>
      <w:pStyle w:val="SectionHeader"/>
      <w:lvlText w:val="%1.0"/>
      <w:lvlJc w:val="left"/>
      <w:pPr>
        <w:tabs>
          <w:tab w:val="num" w:pos="4230"/>
        </w:tabs>
        <w:ind w:left="4230" w:hanging="720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900"/>
        </w:tabs>
        <w:ind w:left="900" w:hanging="7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705"/>
        </w:tabs>
        <w:ind w:left="2705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2160"/>
        </w:tabs>
        <w:ind w:left="1728" w:hanging="1008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705E1FC1"/>
    <w:multiLevelType w:val="hybridMultilevel"/>
    <w:tmpl w:val="C5E68E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2740272">
    <w:abstractNumId w:val="1"/>
  </w:num>
  <w:num w:numId="2" w16cid:durableId="21241552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29215869">
    <w:abstractNumId w:val="0"/>
  </w:num>
  <w:num w:numId="4" w16cid:durableId="1438133374">
    <w:abstractNumId w:val="0"/>
  </w:num>
  <w:num w:numId="5" w16cid:durableId="15369681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57854185">
    <w:abstractNumId w:val="2"/>
  </w:num>
  <w:num w:numId="7" w16cid:durableId="11593463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857403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216318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463480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335402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824272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219334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965284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150557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11375038">
    <w:abstractNumId w:val="1"/>
  </w:num>
  <w:num w:numId="17" w16cid:durableId="1078938146">
    <w:abstractNumId w:val="1"/>
  </w:num>
  <w:num w:numId="18" w16cid:durableId="1790736975">
    <w:abstractNumId w:val="1"/>
  </w:num>
  <w:num w:numId="19" w16cid:durableId="901330682">
    <w:abstractNumId w:val="1"/>
  </w:num>
  <w:num w:numId="20" w16cid:durableId="1061825213">
    <w:abstractNumId w:val="1"/>
  </w:num>
  <w:num w:numId="21" w16cid:durableId="1861122472">
    <w:abstractNumId w:val="1"/>
  </w:num>
  <w:num w:numId="22" w16cid:durableId="2442658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618377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217948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550092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0225882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735389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proofState w:spelling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10"/>
  <w:drawingGridVerticalSpacing w:val="187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ActionsPane3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628023"/>
  <w15:docId w15:val="{9C3DDFA1-B40C-4CA2-AE9B-C61E8DDD6C7B}"/>
  <w:updateFields w:val="tru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imes New Roman"/>
        <w:lang w:val="en-US" w:eastAsia="en-US" w:bidi="ar-SA"/>
      </w:rPr>
    </w:rPrDefault>
    <w:pPrDefault/>
  </w:docDefaults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1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8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3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2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4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
<Relationships xmlns="http://schemas.openxmlformats.org/package/2006/relationships">
  <Relationship Type="http://schemas.openxmlformats.org/officeDocument/2006/relationships/footnotes" Target="footnotes.xml" Id="rId8" />
  <Relationship Type="http://schemas.openxmlformats.org/officeDocument/2006/relationships/footer" Target="footer2.xml" Id="rId13" />
  <Relationship Type="http://schemas.openxmlformats.org/officeDocument/2006/relationships/customXml" Target="../customXml/item3.xml" Id="rId3" />
  <Relationship Type="http://schemas.openxmlformats.org/officeDocument/2006/relationships/webSettings" Target="webSettings.xml" Id="rId7" />
  <Relationship Type="http://schemas.openxmlformats.org/officeDocument/2006/relationships/footer" Target="footer1.xml" Id="rId12" />
  <Relationship Type="http://schemas.openxmlformats.org/officeDocument/2006/relationships/theme" Target="theme/theme1.xml" Id="rId17" />
  <Relationship Type="http://schemas.openxmlformats.org/officeDocument/2006/relationships/customXml" Target="../customXml/item2.xml" Id="rId2" />
  <Relationship Type="http://schemas.openxmlformats.org/officeDocument/2006/relationships/fontTable" Target="fontTable.xml" Id="rId16" />
  <Relationship Type="http://schemas.openxmlformats.org/officeDocument/2006/relationships/customXml" Target="../customXml/item1.xml" Id="rId1" />
  <Relationship Type="http://schemas.openxmlformats.org/officeDocument/2006/relationships/settings" Target="settings.xml" Id="rId6" />
  <Relationship Type="http://schemas.openxmlformats.org/officeDocument/2006/relationships/header" Target="header2.xml" Id="rId11" />
  <Relationship Type="http://schemas.openxmlformats.org/officeDocument/2006/relationships/styles" Target="styles.xml" Id="rId5" />
  <Relationship Type="http://schemas.openxmlformats.org/officeDocument/2006/relationships/footer" Target="footer3.xml" Id="rId15" />
  <Relationship Type="http://schemas.openxmlformats.org/officeDocument/2006/relationships/header" Target="header1.xml" Id="rId10" />
  <Relationship Type="http://schemas.openxmlformats.org/officeDocument/2006/relationships/numbering" Target="numbering.xml" Id="rId4" />
  <Relationship Type="http://schemas.openxmlformats.org/officeDocument/2006/relationships/endnotes" Target="endnotes.xml" Id="rId9" />
  <Relationship Type="http://schemas.openxmlformats.org/officeDocument/2006/relationships/header" Target="header3.xml" Id="rId14" />
  <Relationship Type="http://schemas.openxmlformats.org/officeDocument/2006/relationships/aFChunk" Target="/word/afchunk2.docx" Id="Ra04db1059f3540ce" />
</Relationships>
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156673\Desktop\Reports\Word%20Addin\Word%20Addin\Master%20Template.dotx" TargetMode="External"/></Relationships>
</file>

<file path=word/theme/theme1.xml><?xml version="1.0" encoding="utf-8"?>
<a:theme xmlns:a="http://schemas.openxmlformats.org/drawingml/2006/main" name="Office Theme">
  <a:themeElements>
    <a:clrScheme name="BlackTie">
      <a:dk1>
        <a:srgbClr val="000000"/>
      </a:dk1>
      <a:lt1>
        <a:srgbClr val="FFFFFF"/>
      </a:lt1>
      <a:dk2>
        <a:srgbClr val="46464A"/>
      </a:dk2>
      <a:lt2>
        <a:srgbClr val="E3DCCF"/>
      </a:lt2>
      <a:accent1>
        <a:srgbClr val="6F6F74"/>
      </a:accent1>
      <a:accent2>
        <a:srgbClr val="A7B789"/>
      </a:accent2>
      <a:accent3>
        <a:srgbClr val="BEAE98"/>
      </a:accent3>
      <a:accent4>
        <a:srgbClr val="92A9B9"/>
      </a:accent4>
      <a:accent5>
        <a:srgbClr val="9C8265"/>
      </a:accent5>
      <a:accent6>
        <a:srgbClr val="8D6974"/>
      </a:accent6>
      <a:hlink>
        <a:srgbClr val="67AABF"/>
      </a:hlink>
      <a:folHlink>
        <a:srgbClr val="B1B5AB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dm:cachedDataManifest xmlns:cdm="http://schemas.microsoft.com/2004/VisualStudio/Tools/Applications/CachedDataManifest.xsd" cdm:revision="1"/>
</file>

<file path=customXml/item3.xml>��< ? x m l   v e r s i o n = " 1 . 0 "   e n c o d i n g = " u t f - 1 6 " ? > < R e p o r t D o c P r o p e r t y   x m l n s : x s i = " h t t p : / / w w w . w 3 . o r g / 2 0 0 1 / X M L S c h e m a - i n s t a n c e "   x m l n s : x s d = " h t t p : / / w w w . w 3 . o r g / 2 0 0 1 / X M L S c h e m a " >  
     < K e y > R e p o r t D o c P r o p e r t y < / K e y >  
     < V a l u e > & l t ; ? x m l   v e r s i o n = " 1 . 0 "   e n c o d i n g = " u t f - 8 "   ? & g t ;  
 & l t ; R e p o r t D o c & g t ;  
 & l t ; x m l F i l e N a m e   n a m e   = ' x m l F i l e N a m e ' & g t ; C : \ P r o g r a m D a t a \ H a l l i b u r t o n \ R e p o r t T e m p l a t e s \ t e s t . x m l & l t ; / x m l F i l e N a m e & g t ;  
 & l t ; C o n d i t i o n   n a m e   = ' C o n d i t i o n ' & g t ; & a m p ; l t ; ? x m l   v e r s i o n = & a m p ; q u o t ; 1 . 0 & a m p ; q u o t ;   e n c o d i n g = & a m p ; q u o t ; u t f - 1 6 & a m p ; q u o t ; ? & a m p ; g t ;  
 & a m p ; l t ; A r r a y O f C o n d i t i o n   x m l n s : x s i = & a m p ; q u o t ; h t t p : / / w w w . w 3 . o r g / 2 0 0 1 / X M L S c h e m a - i n s t a n c e & a m p ; q u o t ;   x m l n s : x s d = & a m p ; q u o t ; h t t p : / / w w w . w 3 . o r g / 2 0 0 1 / X M L S c h e m a & a m p ; q u o t ; & a m p ; g t ;  
     & a m p ; l t ; C o n d i t i o n & a m p ; g t ;  
         & a m p ; l t ; T a b l e & a m p ; g t ; F i l t e r C o n d i t i o n & a m p ; l t ; / T a b l e & a m p ; g t ;  
         & a m p ; l t ; N a m e & a m p ; g t ; I s D a t e s F i l t e r O n & a m p ; l t ; / N a m e & a m p ; g t ;  
         & a m p ; l t ; C o n d i t i o n D e s c r i p t i o n & a m p ; g t ; [ I s E v e n t s F i l t e r ] = t r u e & a m p ; l t ; / C o n d i t i o n D e s c r i p t i o n & a m p ; g t ;  
         & a m p ; l t ; S y n t a x & a m p ; g t ; D o   s o m e t h i n g   h e r e & a m p ; l t ; / S y n t a x & a m p ; g t ;  
         & a m p ; l t ; S a m p l e V a l u e & a m p ; g t ; D o   s o m e t h i n g   h e r e & a m p ; l t ; / S a m p l e V a l u e & a m p ; g t ;  
         & a m p ; l t ; E v a l u a t e A l l R o w s & a m p ; g t ; f a l s e & a m p ; l t ; / E v a l u a t e A l l R o w s & a m p ; g t ;  
     & a m p ; l t ; / C o n d i t i o n & a m p ; g t ;  
     & a m p ; l t ; C o n d i t i o n & a m p ; g t ;  
         & a m p ; l t ; T a b l e & a m p ; g t ; F i l t e r C o n d i t i o n & a m p ; l t ; / T a b l e & a m p ; g t ;  
         & a m p ; l t ; N a m e & a m p ; g t ; I s D a t e s F i l t e r O f f & a m p ; l t ; / N a m e & a m p ; g t ;  
         & a m p ; l t ; C o n d i t i o n D e s c r i p t i o n & a m p ; g t ; [ I s E v e n t s F i l t e r ] = f a l s e & a m p ; l t ; / C o n d i t i o n D e s c r i p t i o n & a m p ; g t ;  
         & a m p ; l t ; S y n t a x & a m p ; g t ; D o   s o m e t h i n g   h e r e & a m p ; l t ; / S y n t a x & a m p ; g t ;  
         & a m p ; l t ; S a m p l e V a l u e & a m p ; g t ; D o   s o m e t h i n g   h e r e & a m p ; l t ; / S a m p l e V a l u e & a m p ; g t ;  
         & a m p ; l t ; E v a l u a t e A l l R o w s & a m p ; g t ; f a l s e & a m p ; l t ; / E v a l u a t e A l l R o w s & a m p ; g t ;  
     & a m p ; l t ; / C o n d i t i o n & a m p ; g t ;  
     & a m p ; l t ; C o n d i t i o n & a m p ; g t ;  
         & a m p ; l t ; T a b l e & a m p ; g t ; F i l t e r C o n d i t i o n & a m p ; l t ; / T a b l e & a m p ; g t ;  
         & a m p ; l t ; N a m e & a m p ; g t ; S h o w O p e r a t i o n a l S u m m a r y S e c t i o n & a m p ; l t ; / N a m e & a m p ; g t ;  
         & a m p ; l t ; C o n d i t i o n D e s c r i p t i o n & a m p ; g t ; [ S h o w O p e r a t i o n a l S u m m a r y S e c t i o n ] = t r u e & a m p ; l t ; / C o n d i t i o n D e s c r i p t i o n & a m p ; g t ;  
         & a m p ; l t ; S y n t a x & a m p ; g t ; D o   s o m e t h i n g   h e r e & a m p ; l t ; / S y n t a x & a m p ; g t ;  
         & a m p ; l t ; S a m p l e V a l u e & a m p ; g t ; D o   s o m e t h i n g   h e r e & a m p ; l t ; / S a m p l e V a l u e & a m p ; g t ;  
         & a m p ; l t ; E v a l u a t e A l l R o w s & a m p ; g t ; f a l s e & a m p ; l t ; / E v a l u a t e A l l R o w s & a m p ; g t ;  
     & a m p ; l t ; / C o n d i t i o n & a m p ; g t ;  
     & a m p ; l t ; C o n d i t i o n & a m p ; g t ;  
         & a m p ; l t ; T a b l e & a m p ; g t ; F i l t e r C o n d i t i o n & a m p ; l t ; / T a b l e & a m p ; g t ;  
         & a m p ; l t ; N a m e & a m p ; g t ; S h o w W e l l S e c t i o n & a m p ; l t ; / N a m e & a m p ; g t ;  
         & a m p ; l t ; C o n d i t i o n D e s c r i p t i o n & a m p ; g t ; [ S h o w W e l l S e c t i o n ] = t r u e & a m p ; l t ; / C o n d i t i o n D e s c r i p t i o n & a m p ; g t ;  
         & a m p ; l t ; S y n t a x & a m p ; g t ; D o   s o m e t h i n g   h e r e & a m p ; l t ; / S y n t a x & a m p ; g t ;  
         & a m p ; l t ; S a m p l e V a l u e & a m p ; g t ; D o   s o m e t h i n g   h e r e & a m p ; l t ; / S a m p l e V a l u e & a m p ; g t ;  
         & a m p ; l t ; E v a l u a t e A l l R o w s & a m p ; g t ; f a l s e & a m p ; l t ; / E v a l u a t e A l l R o w s & a m p ; g t ;  
     & a m p ; l t ; / C o n d i t i o n & a m p ; g t ;  
 & a m p ; l t ; / A r r a y O f C o n d i t i o n & a m p ; g t ; & l t ; / C o n d i t i o n & g t ;  
 & l t ; / R e p o r t D o c & g t ;  
 < / V a l u e >  
 < / R e p o r t D o c P r o p e r t y > 
</file>

<file path=customXml/itemProps1.xml><?xml version="1.0" encoding="utf-8"?>
<ds:datastoreItem xmlns:ds="http://schemas.openxmlformats.org/officeDocument/2006/customXml" ds:itemID="{07A3458A-450A-4ECD-9171-D9164E7BFEA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574D1D4-BC96-45EA-BAED-C1C0AFC27EB4}">
  <ds:schemaRefs>
    <ds:schemaRef ds:uri="http://schemas.microsoft.com/2004/VisualStudio/Tools/Applications/CachedDataManifest.xsd"/>
  </ds:schemaRefs>
</ds:datastoreItem>
</file>

<file path=customXml/itemProps3.xml><?xml version="1.0" encoding="utf-8"?>
<ds:datastoreItem xmlns:ds="http://schemas.openxmlformats.org/officeDocument/2006/customXml" ds:itemID="{D30211BD-05FD-42D3-8D3A-479DBC85D6A1}">
  <ds:schemaRefs>
    <ds:schemaRef ds:uri="http://www.w3.org/2001/XMLSchema"/>
  </ds:schemaRefs>
</ds:datastoreItem>
</file>

<file path=docMetadata/LabelInfo.xml><?xml version="1.0" encoding="utf-8"?>
<clbl:labelList xmlns:clbl="http://schemas.microsoft.com/office/2020/mipLabelMetadata">
  <clbl:label id="{bad6f6f2-a951-4904-b531-92e1207fc7a5}" enabled="1" method="Standard" siteId="{b7be7686-6f97-4db7-9081-a23cf09a96b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Master Template.dotx</Template>
  <TotalTime>902</TotalTime>
  <Pages>4</Pages>
  <Words>1049</Words>
  <Characters>5985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Halliburton</Company>
  <LinksUpToDate>false</LinksUpToDate>
  <CharactersWithSpaces>7020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Erle P. Halliburton</dc:creator>
  <cp:lastModifiedBy>Vandana Pawar</cp:lastModifiedBy>
  <cp:revision>168</cp:revision>
  <dcterms:created xsi:type="dcterms:W3CDTF">2015-01-16T06:02:00Z</dcterms:created>
  <dcterms:modified xsi:type="dcterms:W3CDTF">2023-09-08T05:23:00Z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_AssemblyLocation">
    <vt:lpwstr/>
  </op:property>
  <op:property fmtid="{D5CDD505-2E9C-101B-9397-08002B2CF9AE}" pid="3" name="_AssemblyName">
    <vt:lpwstr/>
  </op:property>
  <op:property fmtid="{D5CDD505-2E9C-101B-9397-08002B2CF9AE}" pid="4" name="Solution ID">
    <vt:lpwstr/>
  </op:property>
</op:Properties>
</file>